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14" w:rsidRPr="00842306" w:rsidRDefault="00224314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от  28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2017 г</w:t>
        </w:r>
      </w:smartTag>
      <w:r>
        <w:rPr>
          <w:rFonts w:ascii="Times New Roman" w:hAnsi="Times New Roman"/>
          <w:sz w:val="24"/>
          <w:szCs w:val="24"/>
          <w:lang w:eastAsia="ru-RU"/>
        </w:rPr>
        <w:t>. №544</w:t>
      </w:r>
    </w:p>
    <w:p w:rsidR="00224314" w:rsidRPr="008B4E15" w:rsidRDefault="0022431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24314" w:rsidRPr="008B4E15" w:rsidRDefault="0022431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224314" w:rsidRPr="008D1C7E" w:rsidRDefault="00224314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К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ритерии 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  <w:t>открытого конкурса №02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224314" w:rsidRPr="008D1C7E" w:rsidRDefault="0022431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24314" w:rsidRPr="008D1C7E" w:rsidRDefault="00224314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224314" w:rsidRPr="008D1C7E" w:rsidRDefault="00224314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224314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22431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22431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224314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224314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224314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4314" w:rsidRPr="008D1C7E" w:rsidRDefault="00224314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224314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22431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224314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224314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224314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14" w:rsidRPr="008D1C7E" w:rsidRDefault="0022431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224314" w:rsidRPr="008D1C7E" w:rsidRDefault="00224314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224314" w:rsidRPr="008D1C7E" w:rsidRDefault="00224314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224314" w:rsidRPr="008D1C7E" w:rsidRDefault="00224314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224314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A7217"/>
    <w:rsid w:val="000C4730"/>
    <w:rsid w:val="001844BA"/>
    <w:rsid w:val="00195688"/>
    <w:rsid w:val="00224314"/>
    <w:rsid w:val="003C66CF"/>
    <w:rsid w:val="00411DD2"/>
    <w:rsid w:val="004B7A58"/>
    <w:rsid w:val="005B5A60"/>
    <w:rsid w:val="00617178"/>
    <w:rsid w:val="006179CD"/>
    <w:rsid w:val="00704594"/>
    <w:rsid w:val="00842306"/>
    <w:rsid w:val="008B12EE"/>
    <w:rsid w:val="008B4E15"/>
    <w:rsid w:val="008D1C7E"/>
    <w:rsid w:val="00B3483C"/>
    <w:rsid w:val="00BA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537</Words>
  <Characters>3061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4</cp:revision>
  <cp:lastPrinted>2017-04-28T07:09:00Z</cp:lastPrinted>
  <dcterms:created xsi:type="dcterms:W3CDTF">2017-04-28T07:08:00Z</dcterms:created>
  <dcterms:modified xsi:type="dcterms:W3CDTF">2017-04-28T08:54:00Z</dcterms:modified>
</cp:coreProperties>
</file>